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6C50928C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CE4417" w:rsidRPr="00CE4417">
        <w:rPr>
          <w:szCs w:val="20"/>
          <w:lang w:val="sr-Latn-RS"/>
        </w:rPr>
        <w:t xml:space="preserve"> V</w:t>
      </w:r>
      <w:bookmarkStart w:id="1" w:name="_GoBack"/>
      <w:bookmarkEnd w:id="1"/>
      <w:r w:rsidR="00CE4417" w:rsidRPr="00CE4417">
        <w:rPr>
          <w:szCs w:val="20"/>
          <w:lang w:val="sr-Cyrl-RS"/>
        </w:rPr>
        <w:t>/20</w:t>
      </w:r>
      <w:r w:rsidR="00CE4417" w:rsidRPr="00CE4417">
        <w:rPr>
          <w:szCs w:val="20"/>
          <w:lang w:val="sr-Latn-RS"/>
        </w:rPr>
        <w:t>2</w:t>
      </w:r>
      <w:r w:rsidR="008B25E5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B0A2EF1" w14:textId="61436202" w:rsidR="00C61E3D" w:rsidRPr="008B25E5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3154">
        <w:rPr>
          <w:b/>
          <w:lang w:val="sr-Cyrl-RS"/>
        </w:rPr>
        <w:t>2</w:t>
      </w:r>
      <w:r w:rsidR="00FF3D34">
        <w:rPr>
          <w:b/>
          <w:lang w:val="sr-Cyrl-RS"/>
        </w:rPr>
        <w:t>6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FF3D34" w:rsidRPr="008B25E5">
        <w:rPr>
          <w:b/>
          <w:lang w:val="ru-RU"/>
        </w:rPr>
        <w:t>ДИСКОВИ ЗА БИОХЕМИЈСКУ ИДЕНТИФИКАЦИЈУ</w:t>
      </w:r>
    </w:p>
    <w:p w14:paraId="70CC348D" w14:textId="77777777" w:rsidR="008A4D57" w:rsidRPr="00B758A6" w:rsidRDefault="008A4D57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4399B"/>
    <w:rsid w:val="007B0432"/>
    <w:rsid w:val="007B3154"/>
    <w:rsid w:val="007C6708"/>
    <w:rsid w:val="007D583C"/>
    <w:rsid w:val="007F4E0B"/>
    <w:rsid w:val="007F5B4C"/>
    <w:rsid w:val="008017FD"/>
    <w:rsid w:val="00841BD3"/>
    <w:rsid w:val="00843C41"/>
    <w:rsid w:val="00871B93"/>
    <w:rsid w:val="00872673"/>
    <w:rsid w:val="00885B49"/>
    <w:rsid w:val="008A1C5C"/>
    <w:rsid w:val="008A438D"/>
    <w:rsid w:val="008A4D57"/>
    <w:rsid w:val="008B25E5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CE4417"/>
    <w:rsid w:val="00D032E9"/>
    <w:rsid w:val="00D07C17"/>
    <w:rsid w:val="00D130A5"/>
    <w:rsid w:val="00D24539"/>
    <w:rsid w:val="00D57E6D"/>
    <w:rsid w:val="00D84076"/>
    <w:rsid w:val="00D9739E"/>
    <w:rsid w:val="00DE3BE4"/>
    <w:rsid w:val="00E05D32"/>
    <w:rsid w:val="00E43265"/>
    <w:rsid w:val="00E52CB1"/>
    <w:rsid w:val="00E62FB3"/>
    <w:rsid w:val="00E719AB"/>
    <w:rsid w:val="00EA39DE"/>
    <w:rsid w:val="00EB52E0"/>
    <w:rsid w:val="00F6753C"/>
    <w:rsid w:val="00FE2C7C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0</TotalTime>
  <Pages>1</Pages>
  <Words>104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910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2021-07-15T13:39:00Z</dcterms:created>
  <dcterms:modified xsi:type="dcterms:W3CDTF">2023-06-01T07:30:00Z</dcterms:modified>
</cp:coreProperties>
</file>